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50" w:rsidRDefault="00CE7450" w:rsidP="00E82BBB">
      <w:r w:rsidRPr="00EB3423">
        <w:rPr>
          <w:b/>
          <w:bCs/>
          <w:sz w:val="26"/>
          <w:szCs w:val="26"/>
          <w:u w:val="single"/>
        </w:rPr>
        <w:t>ANEXO V.</w:t>
      </w:r>
      <w:r>
        <w:rPr>
          <w:b/>
          <w:bCs/>
          <w:sz w:val="26"/>
          <w:szCs w:val="26"/>
          <w:u w:val="single"/>
        </w:rPr>
        <w:t>4</w:t>
      </w:r>
    </w:p>
    <w:p w:rsidR="00CE7450" w:rsidRDefault="00CE7450" w:rsidP="00E82BBB"/>
    <w:p w:rsidR="00CE7450" w:rsidRDefault="00CE7450" w:rsidP="00197C8A">
      <w:pPr>
        <w:jc w:val="center"/>
      </w:pPr>
      <w:r>
        <w:t>PROCURAÇÃO PARA CREDENCIAMENTO</w:t>
      </w:r>
    </w:p>
    <w:p w:rsidR="00CE7450" w:rsidRDefault="00CE7450" w:rsidP="00E82BBB">
      <w:r>
        <w:t xml:space="preserve"> </w:t>
      </w:r>
    </w:p>
    <w:p w:rsidR="00CE7450" w:rsidRDefault="00CE7450" w:rsidP="00197C8A">
      <w:pPr>
        <w:spacing w:after="0"/>
      </w:pPr>
      <w:r>
        <w:t xml:space="preserve">À Prefeitura Municipal de Pelotas  </w:t>
      </w:r>
    </w:p>
    <w:p w:rsidR="00CE7450" w:rsidRDefault="00CE7450" w:rsidP="00197C8A">
      <w:pPr>
        <w:spacing w:after="0"/>
      </w:pPr>
      <w:r>
        <w:t xml:space="preserve">At. Comissão Especial de Licitação </w:t>
      </w:r>
    </w:p>
    <w:p w:rsidR="00CE7450" w:rsidRDefault="00CE7450" w:rsidP="00197C8A">
      <w:pPr>
        <w:spacing w:after="0"/>
      </w:pPr>
      <w:r>
        <w:t>Ref. Concorrência n</w:t>
      </w:r>
      <w:r>
        <w:rPr>
          <w:rFonts w:ascii="Arial" w:hAnsi="Arial" w:cs="Arial"/>
        </w:rPr>
        <w:t>◦</w:t>
      </w:r>
      <w:r>
        <w:t xml:space="preserve">. </w:t>
      </w:r>
    </w:p>
    <w:p w:rsidR="00CE7450" w:rsidRDefault="00CE7450" w:rsidP="00E82BBB"/>
    <w:p w:rsidR="00CE7450" w:rsidRDefault="00CE7450" w:rsidP="00E82BBB">
      <w:r>
        <w:tab/>
        <w:t xml:space="preserve">Prezados Senhores, </w:t>
      </w:r>
    </w:p>
    <w:p w:rsidR="00CE7450" w:rsidRDefault="00CE7450" w:rsidP="00E82BBB"/>
    <w:p w:rsidR="00CE7450" w:rsidRDefault="00CE7450" w:rsidP="00E82BBB">
      <w:r>
        <w:t xml:space="preserve"> </w:t>
      </w:r>
    </w:p>
    <w:p w:rsidR="00CE7450" w:rsidRDefault="00CE7450" w:rsidP="00197C8A">
      <w:pPr>
        <w:jc w:val="both"/>
      </w:pPr>
      <w:r>
        <w:tab/>
        <w:t xml:space="preserve">Através do presente, delegamos e conferimos poderes ao(à) Senhor(a) ___________________(nome  e  qualificação)  para  praticar  todos  os  atos  necessários  para representar  a  Empresa  (ou  consórcio)    _________________________________(razão social da empresa ou nome do consórcio) no Processo Licitatório Concorrência nº. _________, aberto e  conduzido  pela  Prefeitura  Municipal  de  Pelotas-RS,  destinado  à  concessão  de  Serviço Público  de  Transporte  Coletivo  de  Passageiros,  podendo  deliberar  sobre  qualquer assunto que se apresente durante a licitação, inclusive interpor recursos ou renunciar ao direito de interpô-los. </w:t>
      </w:r>
    </w:p>
    <w:p w:rsidR="00CE7450" w:rsidRDefault="00CE7450" w:rsidP="00E82BBB">
      <w:r>
        <w:t xml:space="preserve"> </w:t>
      </w:r>
    </w:p>
    <w:p w:rsidR="00CE7450" w:rsidRDefault="00CE7450" w:rsidP="00197C8A">
      <w:pPr>
        <w:jc w:val="center"/>
      </w:pPr>
      <w:r>
        <w:t>Pelotas, ___ de ______________________de 2015.</w:t>
      </w:r>
    </w:p>
    <w:p w:rsidR="00CE7450" w:rsidRDefault="00CE7450" w:rsidP="00E82BBB">
      <w:r>
        <w:t xml:space="preserve"> </w:t>
      </w:r>
    </w:p>
    <w:p w:rsidR="00CE7450" w:rsidRDefault="00CE7450" w:rsidP="00D91223">
      <w:r>
        <w:t xml:space="preserve"> ___________________________________________</w:t>
      </w:r>
    </w:p>
    <w:p w:rsidR="00CE7450" w:rsidRDefault="00CE7450" w:rsidP="00E82BBB"/>
    <w:p w:rsidR="00CE7450" w:rsidRDefault="00CE7450" w:rsidP="00197C8A">
      <w:pPr>
        <w:jc w:val="both"/>
      </w:pPr>
      <w:r>
        <w:t xml:space="preserve">(Razão  social  do  proponente  ou  nome  do  Consórcio,  nome  do  Representante  Legal  da Empresa ou consórcio, e assinatura com firma reconhecida) </w:t>
      </w:r>
    </w:p>
    <w:p w:rsidR="00CE7450" w:rsidRDefault="00CE7450" w:rsidP="00D91223">
      <w:pPr>
        <w:jc w:val="both"/>
      </w:pPr>
      <w:r>
        <w:t xml:space="preserve">(Obs:  Em  caso  de  Consórcio,  a  presente  procuração,  se  utilizada,  deverá  ser  firmada  e apresentada pelo consórcio, devidamente representado pela empresa líder) </w:t>
      </w:r>
    </w:p>
    <w:sectPr w:rsidR="00CE7450" w:rsidSect="00D91223">
      <w:headerReference w:type="default" r:id="rId6"/>
      <w:pgSz w:w="11906" w:h="16838"/>
      <w:pgMar w:top="1417" w:right="1701" w:bottom="1417" w:left="1701" w:header="143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50" w:rsidRDefault="00CE7450">
      <w:r>
        <w:separator/>
      </w:r>
    </w:p>
  </w:endnote>
  <w:endnote w:type="continuationSeparator" w:id="1">
    <w:p w:rsidR="00CE7450" w:rsidRDefault="00CE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50" w:rsidRDefault="00CE7450">
      <w:r>
        <w:separator/>
      </w:r>
    </w:p>
  </w:footnote>
  <w:footnote w:type="continuationSeparator" w:id="1">
    <w:p w:rsidR="00CE7450" w:rsidRDefault="00CE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070"/>
    </w:tblGrid>
    <w:tr w:rsidR="00CE7450">
      <w:trPr>
        <w:trHeight w:val="1424"/>
      </w:trPr>
      <w:tc>
        <w:tcPr>
          <w:tcW w:w="9070" w:type="dxa"/>
          <w:shd w:val="clear" w:color="auto" w:fill="BFBFBF"/>
          <w:vAlign w:val="center"/>
        </w:tcPr>
        <w:p w:rsidR="00CE7450" w:rsidRDefault="00CE7450" w:rsidP="00351B06">
          <w:pPr>
            <w:spacing w:after="0" w:line="240" w:lineRule="auto"/>
            <w:rPr>
              <w:rFonts w:ascii="Arial" w:hAnsi="Arial" w:cs="Arial"/>
              <w:b/>
              <w:bCs/>
              <w:sz w:val="28"/>
              <w:szCs w:val="28"/>
            </w:rPr>
          </w:pP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oncessã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d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T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ransporte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P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úblico</w:t>
          </w:r>
          <w:r>
            <w:rPr>
              <w:rFonts w:ascii="Arial" w:hAnsi="Arial" w:cs="Arial"/>
              <w:b/>
              <w:bCs/>
              <w:sz w:val="36"/>
              <w:szCs w:val="36"/>
            </w:rPr>
            <w:t xml:space="preserve"> 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      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</w:t>
          </w: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MARCA PREFEITURA DE EPELOTAS" style="width:114pt;height:35.25pt;visibility:visible">
                <v:imagedata r:id="rId1" o:title=""/>
              </v:shape>
            </w:pict>
          </w:r>
        </w:p>
        <w:p w:rsidR="00CE7450" w:rsidRPr="00190DB4" w:rsidRDefault="00CE7450" w:rsidP="00351B06">
          <w:pPr>
            <w:spacing w:after="0" w:line="360" w:lineRule="auto"/>
            <w:ind w:right="29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Concorrência nº. 0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1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/201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5</w:t>
          </w:r>
        </w:p>
      </w:tc>
    </w:tr>
  </w:tbl>
  <w:p w:rsidR="00CE7450" w:rsidRDefault="00CE745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BBB"/>
    <w:rsid w:val="000D2079"/>
    <w:rsid w:val="00190DB4"/>
    <w:rsid w:val="00197C8A"/>
    <w:rsid w:val="001D72D2"/>
    <w:rsid w:val="002B512E"/>
    <w:rsid w:val="002E3221"/>
    <w:rsid w:val="00351B06"/>
    <w:rsid w:val="00407DA7"/>
    <w:rsid w:val="004B5D8E"/>
    <w:rsid w:val="004E2986"/>
    <w:rsid w:val="00577B56"/>
    <w:rsid w:val="005F3311"/>
    <w:rsid w:val="006A3787"/>
    <w:rsid w:val="007C2DC9"/>
    <w:rsid w:val="0087638B"/>
    <w:rsid w:val="009D2418"/>
    <w:rsid w:val="00A32965"/>
    <w:rsid w:val="00A9139C"/>
    <w:rsid w:val="00C21062"/>
    <w:rsid w:val="00C42E1D"/>
    <w:rsid w:val="00C82352"/>
    <w:rsid w:val="00CE7450"/>
    <w:rsid w:val="00D91223"/>
    <w:rsid w:val="00E641C1"/>
    <w:rsid w:val="00E82BBB"/>
    <w:rsid w:val="00EB3423"/>
    <w:rsid w:val="00F5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8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9122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paragraph" w:styleId="Footer">
    <w:name w:val="footer"/>
    <w:basedOn w:val="Normal"/>
    <w:link w:val="FooterChar"/>
    <w:uiPriority w:val="99"/>
    <w:rsid w:val="00D9122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lang w:eastAsia="en-US"/>
    </w:rPr>
  </w:style>
  <w:style w:type="character" w:styleId="PageNumber">
    <w:name w:val="page number"/>
    <w:basedOn w:val="DefaultParagraphFont"/>
    <w:uiPriority w:val="99"/>
    <w:rsid w:val="00D912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192</Words>
  <Characters>1042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PARA CREDENCIAMENTO</dc:title>
  <dc:subject/>
  <dc:creator>Paulo</dc:creator>
  <cp:keywords/>
  <dc:description/>
  <cp:lastModifiedBy>michele.santos</cp:lastModifiedBy>
  <cp:revision>3</cp:revision>
  <cp:lastPrinted>2015-01-12T20:51:00Z</cp:lastPrinted>
  <dcterms:created xsi:type="dcterms:W3CDTF">2014-11-18T19:10:00Z</dcterms:created>
  <dcterms:modified xsi:type="dcterms:W3CDTF">2015-01-12T20:51:00Z</dcterms:modified>
</cp:coreProperties>
</file>